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DEC87D3" w:rsidR="00FD3B62" w:rsidRPr="00FD3B62" w:rsidRDefault="00DC4D47" w:rsidP="005A720D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 xml:space="preserve">Aktualizovaný plán </w:t>
            </w:r>
            <w:r w:rsidR="00097AB8">
              <w:rPr>
                <w:b/>
                <w:bCs/>
                <w:color w:val="0070C0"/>
                <w:sz w:val="28"/>
                <w:szCs w:val="28"/>
              </w:rPr>
              <w:t>aktivit na rok 2026 v projektu STRATIN+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258179E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FD3B62">
              <w:rPr>
                <w:b/>
                <w:color w:val="0070C0"/>
                <w:sz w:val="28"/>
                <w:szCs w:val="28"/>
              </w:rPr>
              <w:t>1</w:t>
            </w:r>
            <w:r w:rsidR="00D315DB">
              <w:rPr>
                <w:b/>
                <w:color w:val="0070C0"/>
                <w:sz w:val="28"/>
                <w:szCs w:val="28"/>
              </w:rPr>
              <w:t>5</w:t>
            </w:r>
            <w:r>
              <w:rPr>
                <w:b/>
                <w:color w:val="0070C0"/>
                <w:sz w:val="28"/>
                <w:szCs w:val="28"/>
              </w:rPr>
              <w:t>/B</w:t>
            </w:r>
            <w:r w:rsidR="00D315DB">
              <w:rPr>
                <w:b/>
                <w:color w:val="0070C0"/>
                <w:sz w:val="28"/>
                <w:szCs w:val="28"/>
              </w:rPr>
              <w:t>4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04B73B9C" w:rsidR="005241A2" w:rsidRPr="002D3C4B" w:rsidRDefault="001E2E92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prof. Polívka, dr. Gjuričová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20598D6E" w:rsidR="005241A2" w:rsidRPr="002D3C4B" w:rsidRDefault="00FD3B62" w:rsidP="002D3C4B">
            <w:pPr>
              <w:spacing w:before="120" w:after="120"/>
              <w:jc w:val="left"/>
              <w:rPr>
                <w:bCs/>
                <w:i/>
              </w:rPr>
            </w:pPr>
            <w:r w:rsidRPr="008E7EB7">
              <w:rPr>
                <w:i/>
              </w:rPr>
              <w:t xml:space="preserve">Odbor VVI, </w:t>
            </w:r>
            <w:r w:rsidR="0091778E">
              <w:rPr>
                <w:i/>
              </w:rPr>
              <w:t xml:space="preserve">10. 10. </w:t>
            </w:r>
            <w:r w:rsidRPr="008E7EB7">
              <w:rPr>
                <w:i/>
              </w:rPr>
              <w:t>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44F6E089" w14:textId="71D40EA0" w:rsidR="004E40C2" w:rsidRDefault="000C4E4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0C4E42">
              <w:t>Radě pro výzkum, vývoj a inovace (dále jen „Rada“) je předložen</w:t>
            </w:r>
            <w:r>
              <w:t xml:space="preserve"> </w:t>
            </w:r>
            <w:r w:rsidR="00034B3E">
              <w:t xml:space="preserve">aktualizovaný plán aktivit na rok 2026 </w:t>
            </w:r>
            <w:r w:rsidR="00AB5C4D">
              <w:t>v projektu STRATIN+</w:t>
            </w:r>
            <w:r w:rsidR="003354E8">
              <w:t xml:space="preserve"> (dále jen „</w:t>
            </w:r>
            <w:r w:rsidR="00A173CB">
              <w:t>aktualizovaný plán“)</w:t>
            </w:r>
            <w:r w:rsidR="00AB5C4D">
              <w:t>.</w:t>
            </w:r>
            <w:r w:rsidR="007B4E9B">
              <w:t xml:space="preserve"> </w:t>
            </w:r>
          </w:p>
          <w:p w14:paraId="6C1E3EA6" w14:textId="3506880F" w:rsidR="007B4E9B" w:rsidRDefault="007B4E9B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Aktualizovaný plán byl připraven v návaznosti na výzvu k</w:t>
            </w:r>
            <w:r w:rsidR="00FF5AE9">
              <w:t> </w:t>
            </w:r>
            <w:r>
              <w:t>předkládá</w:t>
            </w:r>
            <w:r w:rsidR="00FF5AE9">
              <w:t>ní námětů na rok 2026</w:t>
            </w:r>
            <w:r w:rsidR="00886D97">
              <w:t xml:space="preserve"> z jednání Řídicího výboru projektu STRATIN+ </w:t>
            </w:r>
            <w:r w:rsidR="00C217ED">
              <w:t>ze dne 22. 09. 2025</w:t>
            </w:r>
            <w:r w:rsidR="002A5520">
              <w:t xml:space="preserve"> a</w:t>
            </w:r>
            <w:r w:rsidR="002C5746">
              <w:t> </w:t>
            </w:r>
            <w:r w:rsidR="002A5520">
              <w:t xml:space="preserve">bude projednán na příštím jednání Řídicího výboru dne </w:t>
            </w:r>
            <w:r w:rsidR="002C5746">
              <w:t>01. 12. 2025.</w:t>
            </w:r>
          </w:p>
          <w:p w14:paraId="56C91166" w14:textId="7C236E05" w:rsidR="005241A2" w:rsidRPr="009719F6" w:rsidRDefault="004C0595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Témata</w:t>
            </w:r>
            <w:r w:rsidR="00EA6586">
              <w:t xml:space="preserve"> obsažen</w:t>
            </w:r>
            <w:r>
              <w:t>á</w:t>
            </w:r>
            <w:r w:rsidR="00EA6586">
              <w:t xml:space="preserve"> v</w:t>
            </w:r>
            <w:r w:rsidR="00C12977">
              <w:t xml:space="preserve"> předloženém </w:t>
            </w:r>
            <w:r w:rsidR="00A173CB">
              <w:t xml:space="preserve">aktualizovaném </w:t>
            </w:r>
            <w:r w:rsidR="00EA6586">
              <w:t>plánu</w:t>
            </w:r>
            <w:r w:rsidR="00895147">
              <w:t xml:space="preserve"> </w:t>
            </w:r>
            <w:r>
              <w:t>budou</w:t>
            </w:r>
            <w:r w:rsidR="00042AB5">
              <w:t xml:space="preserve"> </w:t>
            </w:r>
            <w:r w:rsidR="003F7CAA">
              <w:t>řešen</w:t>
            </w:r>
            <w:r>
              <w:t>a</w:t>
            </w:r>
            <w:r w:rsidR="003F7CAA">
              <w:t xml:space="preserve"> </w:t>
            </w:r>
            <w:r w:rsidR="00042AB5">
              <w:t xml:space="preserve">v rámci Modulu 2 projektu STRATIN+ </w:t>
            </w:r>
            <w:r>
              <w:t xml:space="preserve">určeného </w:t>
            </w:r>
            <w:r w:rsidR="00042AB5">
              <w:t>pro potřeby Rady</w:t>
            </w:r>
            <w:r w:rsidR="00AE631F">
              <w:t>.</w:t>
            </w:r>
            <w:r w:rsidR="000977EC">
              <w:t xml:space="preserve"> </w:t>
            </w:r>
            <w:r w:rsidR="00066D93">
              <w:t>Aktualizovaný plán obsahuje ja</w:t>
            </w:r>
            <w:r w:rsidR="00454E98">
              <w:t>k témata identifikovaná Sekcí pro vědu, výzkum a inovace</w:t>
            </w:r>
            <w:r w:rsidR="004E40C2">
              <w:t xml:space="preserve"> jako potenciálně podpůrná pro výkon jejích agend, tak témata identifikovaná členy Rady.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1099E8B7" w:rsidR="00FD3B62" w:rsidRPr="00826B2F" w:rsidRDefault="004150F0" w:rsidP="00FD3B6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Aktualizovaný plán aktivit na rok 2026 v projektu STRATIN+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CD4A4" w14:textId="77777777" w:rsidR="0063213B" w:rsidRDefault="0063213B" w:rsidP="00604B45">
      <w:r>
        <w:separator/>
      </w:r>
    </w:p>
  </w:endnote>
  <w:endnote w:type="continuationSeparator" w:id="0">
    <w:p w14:paraId="6BD1A95A" w14:textId="77777777" w:rsidR="0063213B" w:rsidRDefault="0063213B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CF416" w14:textId="77777777" w:rsidR="0063213B" w:rsidRDefault="0063213B" w:rsidP="00604B45">
      <w:r>
        <w:separator/>
      </w:r>
    </w:p>
  </w:footnote>
  <w:footnote w:type="continuationSeparator" w:id="0">
    <w:p w14:paraId="0AFF85C4" w14:textId="77777777" w:rsidR="0063213B" w:rsidRDefault="0063213B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2B66435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0"/>
  </w:num>
  <w:num w:numId="3" w16cid:durableId="1893038338">
    <w:abstractNumId w:val="5"/>
  </w:num>
  <w:num w:numId="4" w16cid:durableId="1786805665">
    <w:abstractNumId w:val="7"/>
  </w:num>
  <w:num w:numId="5" w16cid:durableId="1264728757">
    <w:abstractNumId w:val="11"/>
  </w:num>
  <w:num w:numId="6" w16cid:durableId="1901821760">
    <w:abstractNumId w:val="8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2"/>
  </w:num>
  <w:num w:numId="10" w16cid:durableId="1837643966">
    <w:abstractNumId w:val="9"/>
  </w:num>
  <w:num w:numId="11" w16cid:durableId="796532185">
    <w:abstractNumId w:val="1"/>
  </w:num>
  <w:num w:numId="12" w16cid:durableId="2033064661">
    <w:abstractNumId w:val="6"/>
  </w:num>
  <w:num w:numId="13" w16cid:durableId="1833640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4B3E"/>
    <w:rsid w:val="00035ED7"/>
    <w:rsid w:val="00042AB5"/>
    <w:rsid w:val="000467DA"/>
    <w:rsid w:val="000511C2"/>
    <w:rsid w:val="00066D93"/>
    <w:rsid w:val="00075C1E"/>
    <w:rsid w:val="0008087D"/>
    <w:rsid w:val="000859E4"/>
    <w:rsid w:val="0009458F"/>
    <w:rsid w:val="000977EC"/>
    <w:rsid w:val="00097AB8"/>
    <w:rsid w:val="000A6385"/>
    <w:rsid w:val="000C4E42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E2E92"/>
    <w:rsid w:val="001F517B"/>
    <w:rsid w:val="002107E9"/>
    <w:rsid w:val="002241CF"/>
    <w:rsid w:val="00242E30"/>
    <w:rsid w:val="00282845"/>
    <w:rsid w:val="00293AEA"/>
    <w:rsid w:val="002A2FD0"/>
    <w:rsid w:val="002A5520"/>
    <w:rsid w:val="002C0726"/>
    <w:rsid w:val="002C5746"/>
    <w:rsid w:val="002D3C4B"/>
    <w:rsid w:val="002E043C"/>
    <w:rsid w:val="002F19C4"/>
    <w:rsid w:val="002F4F5C"/>
    <w:rsid w:val="003354E8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3F7CAA"/>
    <w:rsid w:val="004150F0"/>
    <w:rsid w:val="00420B23"/>
    <w:rsid w:val="00423662"/>
    <w:rsid w:val="0042761D"/>
    <w:rsid w:val="004354D5"/>
    <w:rsid w:val="00441B47"/>
    <w:rsid w:val="00444127"/>
    <w:rsid w:val="00447ABC"/>
    <w:rsid w:val="00454E98"/>
    <w:rsid w:val="00456550"/>
    <w:rsid w:val="00486CA7"/>
    <w:rsid w:val="004970B3"/>
    <w:rsid w:val="004C0595"/>
    <w:rsid w:val="004E40C2"/>
    <w:rsid w:val="004E6BE1"/>
    <w:rsid w:val="00510EA4"/>
    <w:rsid w:val="00512835"/>
    <w:rsid w:val="00515555"/>
    <w:rsid w:val="005241A2"/>
    <w:rsid w:val="00524CE5"/>
    <w:rsid w:val="00534791"/>
    <w:rsid w:val="00537022"/>
    <w:rsid w:val="005628A2"/>
    <w:rsid w:val="00564B89"/>
    <w:rsid w:val="005666EE"/>
    <w:rsid w:val="0057409A"/>
    <w:rsid w:val="00574C45"/>
    <w:rsid w:val="0057588F"/>
    <w:rsid w:val="005964E0"/>
    <w:rsid w:val="005A4C59"/>
    <w:rsid w:val="005A720D"/>
    <w:rsid w:val="005C4D50"/>
    <w:rsid w:val="005D1635"/>
    <w:rsid w:val="00602F23"/>
    <w:rsid w:val="00604B45"/>
    <w:rsid w:val="006079D1"/>
    <w:rsid w:val="006255C0"/>
    <w:rsid w:val="00627E3D"/>
    <w:rsid w:val="006318BA"/>
    <w:rsid w:val="0063213B"/>
    <w:rsid w:val="00635765"/>
    <w:rsid w:val="00676D8E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23350"/>
    <w:rsid w:val="00733976"/>
    <w:rsid w:val="00735DE8"/>
    <w:rsid w:val="00741D89"/>
    <w:rsid w:val="007439F1"/>
    <w:rsid w:val="00766AC5"/>
    <w:rsid w:val="007A407A"/>
    <w:rsid w:val="007B4E9B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6D97"/>
    <w:rsid w:val="00887F71"/>
    <w:rsid w:val="00895147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1778E"/>
    <w:rsid w:val="009202D9"/>
    <w:rsid w:val="00945CB2"/>
    <w:rsid w:val="0095235B"/>
    <w:rsid w:val="0095565E"/>
    <w:rsid w:val="00990B90"/>
    <w:rsid w:val="009922C8"/>
    <w:rsid w:val="009B0370"/>
    <w:rsid w:val="009C7B9E"/>
    <w:rsid w:val="009E228F"/>
    <w:rsid w:val="00A173CB"/>
    <w:rsid w:val="00A640A5"/>
    <w:rsid w:val="00A65C3C"/>
    <w:rsid w:val="00A75A40"/>
    <w:rsid w:val="00A822FF"/>
    <w:rsid w:val="00A84F49"/>
    <w:rsid w:val="00AA5C0F"/>
    <w:rsid w:val="00AB5597"/>
    <w:rsid w:val="00AB5C4D"/>
    <w:rsid w:val="00AC5DC9"/>
    <w:rsid w:val="00AE1069"/>
    <w:rsid w:val="00AE631F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0266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12977"/>
    <w:rsid w:val="00C217ED"/>
    <w:rsid w:val="00C27666"/>
    <w:rsid w:val="00C4014E"/>
    <w:rsid w:val="00C54A7F"/>
    <w:rsid w:val="00C6145D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15DB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4D47"/>
    <w:rsid w:val="00DC5C64"/>
    <w:rsid w:val="00DD3E78"/>
    <w:rsid w:val="00DE4F80"/>
    <w:rsid w:val="00E0171D"/>
    <w:rsid w:val="00E03D3A"/>
    <w:rsid w:val="00E06D18"/>
    <w:rsid w:val="00E304A2"/>
    <w:rsid w:val="00E373B9"/>
    <w:rsid w:val="00E43035"/>
    <w:rsid w:val="00E47EBE"/>
    <w:rsid w:val="00E56D04"/>
    <w:rsid w:val="00E61FD9"/>
    <w:rsid w:val="00E62942"/>
    <w:rsid w:val="00E635EE"/>
    <w:rsid w:val="00E73144"/>
    <w:rsid w:val="00E7321C"/>
    <w:rsid w:val="00E84580"/>
    <w:rsid w:val="00E8657D"/>
    <w:rsid w:val="00EA6586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369C"/>
    <w:rsid w:val="00F47E34"/>
    <w:rsid w:val="00F70093"/>
    <w:rsid w:val="00F84D65"/>
    <w:rsid w:val="00F86F06"/>
    <w:rsid w:val="00FA009E"/>
    <w:rsid w:val="00FB668D"/>
    <w:rsid w:val="00FD3B62"/>
    <w:rsid w:val="00FD6185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seseznamem1">
    <w:name w:val="Odstavec se seznamem1"/>
    <w:basedOn w:val="Normln"/>
    <w:rsid w:val="00FD3B62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26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41</cp:revision>
  <cp:lastPrinted>2025-02-25T12:21:00Z</cp:lastPrinted>
  <dcterms:created xsi:type="dcterms:W3CDTF">2025-10-10T08:59:00Z</dcterms:created>
  <dcterms:modified xsi:type="dcterms:W3CDTF">2025-11-13T15:06:00Z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